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222A2" w14:textId="45C60A24" w:rsidR="00737AAF" w:rsidRDefault="00C1733F">
      <w:pPr>
        <w:pStyle w:val="Titol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9776" behindDoc="1" locked="0" layoutInCell="1" allowOverlap="1" wp14:anchorId="5FCE207A" wp14:editId="3C272BBF">
                <wp:simplePos x="0" y="0"/>
                <wp:positionH relativeFrom="page">
                  <wp:posOffset>1565275</wp:posOffset>
                </wp:positionH>
                <wp:positionV relativeFrom="page">
                  <wp:posOffset>3033395</wp:posOffset>
                </wp:positionV>
                <wp:extent cx="1696085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6085" cy="0"/>
                        </a:xfrm>
                        <a:prstGeom prst="line">
                          <a:avLst/>
                        </a:prstGeom>
                        <a:noFill/>
                        <a:ln w="135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24562" id="Line 4" o:spid="_x0000_s1026" style="position:absolute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3.25pt,238.85pt" to="256.8pt,2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" strokeweight=".3765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0288" behindDoc="1" locked="0" layoutInCell="1" allowOverlap="1" wp14:anchorId="01C0CF80" wp14:editId="1796D177">
                <wp:simplePos x="0" y="0"/>
                <wp:positionH relativeFrom="page">
                  <wp:posOffset>2376170</wp:posOffset>
                </wp:positionH>
                <wp:positionV relativeFrom="page">
                  <wp:posOffset>4698365</wp:posOffset>
                </wp:positionV>
                <wp:extent cx="1343025" cy="1270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3025" cy="1270"/>
                        </a:xfrm>
                        <a:custGeom>
                          <a:avLst/>
                          <a:gdLst>
                            <a:gd name="T0" fmla="+- 0 3742 3742"/>
                            <a:gd name="T1" fmla="*/ T0 w 2115"/>
                            <a:gd name="T2" fmla="+- 0 4074 3742"/>
                            <a:gd name="T3" fmla="*/ T2 w 2115"/>
                            <a:gd name="T4" fmla="+- 0 4076 3742"/>
                            <a:gd name="T5" fmla="*/ T4 w 2115"/>
                            <a:gd name="T6" fmla="+- 0 4409 3742"/>
                            <a:gd name="T7" fmla="*/ T6 w 2115"/>
                            <a:gd name="T8" fmla="+- 0 4411 3742"/>
                            <a:gd name="T9" fmla="*/ T8 w 2115"/>
                            <a:gd name="T10" fmla="+- 0 4743 3742"/>
                            <a:gd name="T11" fmla="*/ T10 w 2115"/>
                            <a:gd name="T12" fmla="+- 0 4745 3742"/>
                            <a:gd name="T13" fmla="*/ T12 w 2115"/>
                            <a:gd name="T14" fmla="+- 0 4966 3742"/>
                            <a:gd name="T15" fmla="*/ T14 w 2115"/>
                            <a:gd name="T16" fmla="+- 0 4968 3742"/>
                            <a:gd name="T17" fmla="*/ T16 w 2115"/>
                            <a:gd name="T18" fmla="+- 0 5300 3742"/>
                            <a:gd name="T19" fmla="*/ T18 w 2115"/>
                            <a:gd name="T20" fmla="+- 0 5302 3742"/>
                            <a:gd name="T21" fmla="*/ T20 w 2115"/>
                            <a:gd name="T22" fmla="+- 0 5633 3742"/>
                            <a:gd name="T23" fmla="*/ T22 w 2115"/>
                            <a:gd name="T24" fmla="+- 0 5636 3742"/>
                            <a:gd name="T25" fmla="*/ T24 w 2115"/>
                            <a:gd name="T26" fmla="+- 0 5857 3742"/>
                            <a:gd name="T27" fmla="*/ T26 w 2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2115">
                              <a:moveTo>
                                <a:pt x="0" y="0"/>
                              </a:moveTo>
                              <a:lnTo>
                                <a:pt x="332" y="0"/>
                              </a:lnTo>
                              <a:moveTo>
                                <a:pt x="334" y="0"/>
                              </a:moveTo>
                              <a:lnTo>
                                <a:pt x="667" y="0"/>
                              </a:lnTo>
                              <a:moveTo>
                                <a:pt x="669" y="0"/>
                              </a:moveTo>
                              <a:lnTo>
                                <a:pt x="1001" y="0"/>
                              </a:lnTo>
                              <a:moveTo>
                                <a:pt x="1003" y="0"/>
                              </a:moveTo>
                              <a:lnTo>
                                <a:pt x="1224" y="0"/>
                              </a:lnTo>
                              <a:moveTo>
                                <a:pt x="1226" y="0"/>
                              </a:moveTo>
                              <a:lnTo>
                                <a:pt x="1558" y="0"/>
                              </a:lnTo>
                              <a:moveTo>
                                <a:pt x="1560" y="0"/>
                              </a:moveTo>
                              <a:lnTo>
                                <a:pt x="1891" y="0"/>
                              </a:lnTo>
                              <a:moveTo>
                                <a:pt x="1894" y="0"/>
                              </a:moveTo>
                              <a:lnTo>
                                <a:pt x="2115" y="0"/>
                              </a:lnTo>
                            </a:path>
                          </a:pathLst>
                        </a:custGeom>
                        <a:noFill/>
                        <a:ln w="112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5B0FC" id="AutoShape 3" o:spid="_x0000_s1026" style="position:absolute;margin-left:187.1pt;margin-top:369.95pt;width:105.75pt;height:.1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" path="m,l332,t2,l667,t2,l1001,t2,l1224,t2,l1558,t2,l1891,t3,l2115,e" filled="f" strokeweight=".31253mm">
                <v:path arrowok="t" o:connecttype="custom" o:connectlocs="0,0;210820,0;212090,0;423545,0;424815,0;635635,0;636905,0;777240,0;778510,0;989330,0;990600,0;1200785,0;1202690,0;1343025,0" o:connectangles="0,0,0,0,0,0,0,0,0,0,0,0,0,0"/>
                <w10:wrap anchorx="page" anchory="page"/>
              </v:shape>
            </w:pict>
          </mc:Fallback>
        </mc:AlternateContent>
      </w:r>
      <w:r w:rsidR="000B76B7">
        <w:t>Schema di scheda elettorale</w:t>
      </w:r>
      <w:r w:rsidR="000B76B7">
        <w:rPr>
          <w:spacing w:val="-64"/>
        </w:rPr>
        <w:t xml:space="preserve"> </w:t>
      </w:r>
      <w:r w:rsidR="000B76B7">
        <w:t xml:space="preserve">(Art. </w:t>
      </w:r>
      <w:r w:rsidR="000B76B7" w:rsidRPr="00C1733F">
        <w:t>3</w:t>
      </w:r>
      <w:r w:rsidRPr="00C1733F">
        <w:t>1</w:t>
      </w:r>
      <w:r w:rsidR="000B76B7">
        <w:rPr>
          <w:spacing w:val="1"/>
        </w:rPr>
        <w:t xml:space="preserve"> </w:t>
      </w:r>
      <w:r w:rsidR="000B76B7">
        <w:t>O.M.)</w:t>
      </w:r>
    </w:p>
    <w:p w14:paraId="5F0794D7" w14:textId="77777777" w:rsidR="00737AAF" w:rsidRDefault="000B76B7">
      <w:pPr>
        <w:pStyle w:val="Titolo1"/>
        <w:spacing w:line="229" w:lineRule="exact"/>
        <w:ind w:right="669"/>
      </w:pPr>
      <w:r>
        <w:t>Lato</w:t>
      </w:r>
      <w:r>
        <w:rPr>
          <w:spacing w:val="-5"/>
        </w:rPr>
        <w:t xml:space="preserve"> </w:t>
      </w:r>
      <w:r>
        <w:t>esterno</w:t>
      </w:r>
    </w:p>
    <w:p w14:paraId="40E5DCD7" w14:textId="77777777" w:rsidR="00737AAF" w:rsidRDefault="00737AAF">
      <w:pPr>
        <w:pStyle w:val="Corpotesto"/>
        <w:spacing w:before="5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4"/>
        <w:gridCol w:w="4874"/>
      </w:tblGrid>
      <w:tr w:rsidR="00737AAF" w14:paraId="2D9C726B" w14:textId="77777777">
        <w:trPr>
          <w:trHeight w:val="5841"/>
        </w:trPr>
        <w:tc>
          <w:tcPr>
            <w:tcW w:w="4874" w:type="dxa"/>
          </w:tcPr>
          <w:p w14:paraId="4D55EAB0" w14:textId="77777777" w:rsidR="00737AAF" w:rsidRDefault="000B76B7">
            <w:pPr>
              <w:pStyle w:val="TableParagraph"/>
              <w:spacing w:line="271" w:lineRule="exact"/>
              <w:ind w:left="1347" w:right="7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</w:t>
            </w:r>
          </w:p>
          <w:p w14:paraId="74193FD2" w14:textId="77777777" w:rsidR="00737AAF" w:rsidRDefault="000B76B7">
            <w:pPr>
              <w:pStyle w:val="TableParagraph"/>
              <w:ind w:left="909" w:right="32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DEL CONSIGLIO SUPERIORE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PUBBLICA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14:paraId="07B24BFC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5E19BD37" w14:textId="77777777" w:rsidR="00737AAF" w:rsidRDefault="000B76B7">
            <w:pPr>
              <w:pStyle w:val="TableParagraph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Categoria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elettori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(1)</w:t>
            </w:r>
          </w:p>
          <w:p w14:paraId="1C7CC970" w14:textId="77777777" w:rsidR="00737AAF" w:rsidRDefault="000B76B7">
            <w:pPr>
              <w:pStyle w:val="TableParagraph"/>
              <w:spacing w:line="480" w:lineRule="auto"/>
              <w:ind w:left="1347" w:right="7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</w:t>
            </w:r>
            <w:r>
              <w:rPr>
                <w:b/>
                <w:spacing w:val="-65"/>
                <w:sz w:val="24"/>
              </w:rPr>
              <w:t xml:space="preserve"> </w:t>
            </w:r>
            <w:r>
              <w:rPr>
                <w:b/>
                <w:sz w:val="24"/>
              </w:rPr>
              <w:t>Seggio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n.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proofErr w:type="gramStart"/>
            <w:r>
              <w:rPr>
                <w:b/>
                <w:sz w:val="24"/>
              </w:rPr>
              <w:t>…….</w:t>
            </w:r>
            <w:proofErr w:type="gramEnd"/>
            <w:r>
              <w:rPr>
                <w:b/>
                <w:sz w:val="24"/>
              </w:rPr>
              <w:t>.</w:t>
            </w:r>
          </w:p>
          <w:p w14:paraId="7A489B16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4E728D2F" w14:textId="77777777" w:rsidR="00737AAF" w:rsidRDefault="000B76B7">
            <w:pPr>
              <w:pStyle w:val="TableParagraph"/>
              <w:ind w:left="999" w:righ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Denominazione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scuola</w:t>
            </w:r>
          </w:p>
          <w:p w14:paraId="1B9F1706" w14:textId="77777777"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…………………………….</w:t>
            </w:r>
          </w:p>
          <w:p w14:paraId="4142F794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4120BDA9" w14:textId="77777777" w:rsidR="00737AAF" w:rsidRDefault="000B76B7">
            <w:pPr>
              <w:pStyle w:val="TableParagraph"/>
              <w:ind w:left="1347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……………………………</w:t>
            </w:r>
          </w:p>
          <w:p w14:paraId="2018CE85" w14:textId="77777777" w:rsidR="00737AAF" w:rsidRDefault="00737AAF">
            <w:pPr>
              <w:pStyle w:val="TableParagraph"/>
              <w:rPr>
                <w:b/>
                <w:sz w:val="26"/>
              </w:rPr>
            </w:pPr>
          </w:p>
          <w:p w14:paraId="72B77AC9" w14:textId="77777777" w:rsidR="00737AAF" w:rsidRDefault="00737AA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3EE7340" w14:textId="77777777" w:rsidR="00737AAF" w:rsidRDefault="000B76B7">
            <w:pPr>
              <w:pStyle w:val="TableParagraph"/>
              <w:ind w:left="2830"/>
              <w:rPr>
                <w:b/>
                <w:sz w:val="20"/>
              </w:rPr>
            </w:pPr>
            <w:r>
              <w:rPr>
                <w:b/>
                <w:sz w:val="20"/>
              </w:rPr>
              <w:t>VIDIMAZIONE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(2)</w:t>
            </w:r>
          </w:p>
        </w:tc>
        <w:tc>
          <w:tcPr>
            <w:tcW w:w="4874" w:type="dxa"/>
          </w:tcPr>
          <w:p w14:paraId="6DC80609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  <w:tr w:rsidR="00737AAF" w14:paraId="169633C5" w14:textId="77777777">
        <w:trPr>
          <w:trHeight w:val="3863"/>
        </w:trPr>
        <w:tc>
          <w:tcPr>
            <w:tcW w:w="4874" w:type="dxa"/>
          </w:tcPr>
          <w:p w14:paraId="65DE431E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74" w:type="dxa"/>
          </w:tcPr>
          <w:p w14:paraId="1AC1C458" w14:textId="77777777" w:rsidR="00737AAF" w:rsidRDefault="00737AAF">
            <w:pPr>
              <w:pStyle w:val="TableParagraph"/>
              <w:rPr>
                <w:rFonts w:ascii="Times New Roman"/>
              </w:rPr>
            </w:pPr>
          </w:p>
        </w:tc>
      </w:tr>
    </w:tbl>
    <w:p w14:paraId="1B4CD134" w14:textId="77777777" w:rsidR="00737AAF" w:rsidRDefault="00737AAF">
      <w:pPr>
        <w:pStyle w:val="Corpotesto"/>
        <w:spacing w:before="8"/>
        <w:rPr>
          <w:rFonts w:ascii="Arial"/>
          <w:b/>
          <w:sz w:val="11"/>
        </w:rPr>
      </w:pPr>
    </w:p>
    <w:p w14:paraId="6D027A0D" w14:textId="77777777"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spacing w:before="93"/>
        <w:ind w:hanging="361"/>
        <w:rPr>
          <w:sz w:val="20"/>
        </w:rPr>
      </w:pPr>
      <w:r>
        <w:rPr>
          <w:sz w:val="20"/>
        </w:rPr>
        <w:t>Esempio:</w:t>
      </w:r>
      <w:r>
        <w:rPr>
          <w:spacing w:val="-5"/>
          <w:sz w:val="20"/>
        </w:rPr>
        <w:t xml:space="preserve"> </w:t>
      </w:r>
      <w:r>
        <w:rPr>
          <w:sz w:val="20"/>
        </w:rPr>
        <w:t>Personale</w:t>
      </w:r>
      <w:r>
        <w:rPr>
          <w:spacing w:val="-4"/>
          <w:sz w:val="20"/>
        </w:rPr>
        <w:t xml:space="preserve"> </w:t>
      </w:r>
      <w:r>
        <w:rPr>
          <w:sz w:val="20"/>
        </w:rPr>
        <w:t>docente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4"/>
          <w:sz w:val="20"/>
        </w:rPr>
        <w:t xml:space="preserve"> </w:t>
      </w:r>
      <w:r>
        <w:rPr>
          <w:sz w:val="20"/>
        </w:rPr>
        <w:t>dell’infanzia;</w:t>
      </w:r>
    </w:p>
    <w:p w14:paraId="13112D7A" w14:textId="77777777" w:rsidR="00737AAF" w:rsidRDefault="000B76B7">
      <w:pPr>
        <w:pStyle w:val="Paragrafoelenco"/>
        <w:numPr>
          <w:ilvl w:val="0"/>
          <w:numId w:val="3"/>
        </w:numPr>
        <w:tabs>
          <w:tab w:val="left" w:pos="472"/>
        </w:tabs>
        <w:ind w:hanging="361"/>
        <w:rPr>
          <w:sz w:val="20"/>
        </w:rPr>
      </w:pP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componente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seggio.</w:t>
      </w:r>
    </w:p>
    <w:p w14:paraId="150A5267" w14:textId="77777777" w:rsidR="00737AAF" w:rsidRDefault="00737AAF">
      <w:pPr>
        <w:rPr>
          <w:sz w:val="20"/>
        </w:rPr>
        <w:sectPr w:rsidR="00737AAF">
          <w:headerReference w:type="default" r:id="rId7"/>
          <w:type w:val="continuous"/>
          <w:pgSz w:w="11900" w:h="16840"/>
          <w:pgMar w:top="1140" w:right="460" w:bottom="280" w:left="880" w:header="740" w:footer="720" w:gutter="0"/>
          <w:pgNumType w:start="1"/>
          <w:cols w:space="720"/>
        </w:sectPr>
      </w:pPr>
    </w:p>
    <w:p w14:paraId="4807EBEB" w14:textId="77777777" w:rsidR="00737AAF" w:rsidRDefault="00737AAF">
      <w:pPr>
        <w:pStyle w:val="Corpotesto"/>
      </w:pPr>
    </w:p>
    <w:p w14:paraId="72F2808B" w14:textId="77777777" w:rsidR="00737AAF" w:rsidRDefault="00737AAF">
      <w:pPr>
        <w:pStyle w:val="Corpotesto"/>
        <w:rPr>
          <w:sz w:val="27"/>
        </w:rPr>
      </w:pPr>
    </w:p>
    <w:p w14:paraId="5C3A3D18" w14:textId="4B8775AA" w:rsidR="00737AAF" w:rsidRDefault="00C1733F">
      <w:pPr>
        <w:pStyle w:val="Titolo1"/>
        <w:spacing w:before="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0800" behindDoc="1" locked="0" layoutInCell="1" allowOverlap="1" wp14:anchorId="5CE52502" wp14:editId="65CB83AD">
                <wp:simplePos x="0" y="0"/>
                <wp:positionH relativeFrom="page">
                  <wp:posOffset>3154680</wp:posOffset>
                </wp:positionH>
                <wp:positionV relativeFrom="paragraph">
                  <wp:posOffset>1403350</wp:posOffset>
                </wp:positionV>
                <wp:extent cx="161036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0360" cy="0"/>
                        </a:xfrm>
                        <a:prstGeom prst="line">
                          <a:avLst/>
                        </a:prstGeom>
                        <a:noFill/>
                        <a:ln w="9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5CCF8" id="Line 2" o:spid="_x0000_s1026" style="position:absolute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8.4pt,110.5pt" to="375.2pt,1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" strokeweight=".26656mm">
                <w10:wrap anchorx="page"/>
              </v:line>
            </w:pict>
          </mc:Fallback>
        </mc:AlternateContent>
      </w:r>
      <w:r w:rsidR="000B76B7">
        <w:t>Lato</w:t>
      </w:r>
      <w:r w:rsidR="000B76B7">
        <w:rPr>
          <w:spacing w:val="-5"/>
        </w:rPr>
        <w:t xml:space="preserve"> </w:t>
      </w:r>
      <w:r w:rsidR="000B76B7">
        <w:t>interno</w:t>
      </w:r>
    </w:p>
    <w:p w14:paraId="4146B170" w14:textId="77777777" w:rsidR="00737AAF" w:rsidRDefault="00737AAF">
      <w:pPr>
        <w:pStyle w:val="Corpotesto"/>
        <w:spacing w:before="5" w:after="1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2410"/>
        <w:gridCol w:w="5866"/>
      </w:tblGrid>
      <w:tr w:rsidR="00737AAF" w14:paraId="44CD4D26" w14:textId="77777777">
        <w:trPr>
          <w:trHeight w:val="1931"/>
        </w:trPr>
        <w:tc>
          <w:tcPr>
            <w:tcW w:w="9750" w:type="dxa"/>
            <w:gridSpan w:val="3"/>
          </w:tcPr>
          <w:p w14:paraId="5011E8DB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1F0B39" w14:textId="77777777" w:rsidR="00737AAF" w:rsidRDefault="000B76B7">
            <w:pPr>
              <w:pStyle w:val="TableParagraph"/>
              <w:ind w:left="2836" w:right="2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ELEZIONE DEL CONSIGLIO SUPERIORE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PUBBLICA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  <w:p w14:paraId="73FE7899" w14:textId="77777777" w:rsidR="00737AAF" w:rsidRDefault="00737AAF">
            <w:pPr>
              <w:pStyle w:val="TableParagraph"/>
              <w:rPr>
                <w:b/>
                <w:sz w:val="24"/>
              </w:rPr>
            </w:pPr>
          </w:p>
          <w:p w14:paraId="04657F32" w14:textId="77777777" w:rsidR="00737AAF" w:rsidRDefault="000B76B7">
            <w:pPr>
              <w:pStyle w:val="TableParagraph"/>
              <w:ind w:left="2836" w:right="225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Categoria di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elettori</w:t>
            </w:r>
          </w:p>
        </w:tc>
      </w:tr>
      <w:tr w:rsidR="00737AAF" w14:paraId="1FC72E8D" w14:textId="77777777">
        <w:trPr>
          <w:trHeight w:val="505"/>
        </w:trPr>
        <w:tc>
          <w:tcPr>
            <w:tcW w:w="1474" w:type="dxa"/>
          </w:tcPr>
          <w:p w14:paraId="13157630" w14:textId="77777777" w:rsidR="00737AAF" w:rsidRDefault="000B76B7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N. LISTA</w:t>
            </w:r>
          </w:p>
          <w:p w14:paraId="3963B893" w14:textId="77777777" w:rsidR="00737AAF" w:rsidRDefault="000B76B7">
            <w:pPr>
              <w:pStyle w:val="TableParagraph"/>
              <w:spacing w:line="215" w:lineRule="exact"/>
              <w:ind w:left="899"/>
              <w:rPr>
                <w:b/>
                <w:sz w:val="20"/>
              </w:rPr>
            </w:pPr>
            <w:r>
              <w:rPr>
                <w:b/>
                <w:sz w:val="20"/>
              </w:rPr>
              <w:t>(1)</w:t>
            </w:r>
          </w:p>
        </w:tc>
        <w:tc>
          <w:tcPr>
            <w:tcW w:w="2410" w:type="dxa"/>
          </w:tcPr>
          <w:p w14:paraId="41ACAE87" w14:textId="77777777" w:rsidR="00737AAF" w:rsidRDefault="000B76B7">
            <w:pPr>
              <w:pStyle w:val="TableParagraph"/>
              <w:spacing w:line="271" w:lineRule="exact"/>
              <w:ind w:left="1032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MOTTO</w:t>
            </w:r>
          </w:p>
          <w:p w14:paraId="18B043B1" w14:textId="77777777" w:rsidR="00737AAF" w:rsidRDefault="000B76B7">
            <w:pPr>
              <w:pStyle w:val="TableParagraph"/>
              <w:spacing w:line="215" w:lineRule="exact"/>
              <w:ind w:left="1032" w:right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  <w:tc>
          <w:tcPr>
            <w:tcW w:w="5866" w:type="dxa"/>
          </w:tcPr>
          <w:p w14:paraId="3D219E30" w14:textId="77777777" w:rsidR="00737AAF" w:rsidRDefault="000B76B7">
            <w:pPr>
              <w:pStyle w:val="TableParagraph"/>
              <w:spacing w:line="271" w:lineRule="exact"/>
              <w:ind w:left="2388" w:right="1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PREFERENZE</w:t>
            </w:r>
          </w:p>
          <w:p w14:paraId="4DBE7CD1" w14:textId="77777777" w:rsidR="00737AAF" w:rsidRDefault="000B76B7">
            <w:pPr>
              <w:pStyle w:val="TableParagraph"/>
              <w:spacing w:line="215" w:lineRule="exact"/>
              <w:ind w:left="2386" w:right="1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(2)</w:t>
            </w:r>
          </w:p>
        </w:tc>
      </w:tr>
      <w:tr w:rsidR="00737AAF" w14:paraId="77D45FF6" w14:textId="77777777">
        <w:trPr>
          <w:trHeight w:val="275"/>
        </w:trPr>
        <w:tc>
          <w:tcPr>
            <w:tcW w:w="1474" w:type="dxa"/>
            <w:vMerge w:val="restart"/>
          </w:tcPr>
          <w:p w14:paraId="37519BC8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0D22936" w14:textId="77777777" w:rsidR="00737AAF" w:rsidRDefault="000B76B7">
            <w:pPr>
              <w:pStyle w:val="TableParagraph"/>
              <w:ind w:right="40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410" w:type="dxa"/>
            <w:vMerge w:val="restart"/>
          </w:tcPr>
          <w:p w14:paraId="2983E97D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44A13754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</w:tr>
      <w:tr w:rsidR="00737AAF" w14:paraId="79DE84AE" w14:textId="77777777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14:paraId="29726764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4F52718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6BE98D4C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737AAF" w14:paraId="4D6DD9C9" w14:textId="77777777">
        <w:trPr>
          <w:trHeight w:val="275"/>
        </w:trPr>
        <w:tc>
          <w:tcPr>
            <w:tcW w:w="1474" w:type="dxa"/>
            <w:vMerge/>
            <w:tcBorders>
              <w:top w:val="nil"/>
            </w:tcBorders>
          </w:tcPr>
          <w:p w14:paraId="689512F3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04EB57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69C53422" w14:textId="77777777" w:rsidR="00737AAF" w:rsidRDefault="000B76B7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</w:tr>
      <w:tr w:rsidR="00737AAF" w14:paraId="3CF6456A" w14:textId="77777777">
        <w:trPr>
          <w:trHeight w:val="551"/>
        </w:trPr>
        <w:tc>
          <w:tcPr>
            <w:tcW w:w="1474" w:type="dxa"/>
            <w:vMerge/>
            <w:tcBorders>
              <w:top w:val="nil"/>
            </w:tcBorders>
          </w:tcPr>
          <w:p w14:paraId="0A48E145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8F6C11A" w14:textId="77777777" w:rsidR="00737AAF" w:rsidRDefault="00737AAF">
            <w:pPr>
              <w:rPr>
                <w:sz w:val="2"/>
                <w:szCs w:val="2"/>
              </w:rPr>
            </w:pPr>
          </w:p>
        </w:tc>
        <w:tc>
          <w:tcPr>
            <w:tcW w:w="5866" w:type="dxa"/>
          </w:tcPr>
          <w:p w14:paraId="1D5ABC4B" w14:textId="77777777" w:rsidR="00737AAF" w:rsidRDefault="000B76B7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 w:rsidR="00737AAF" w14:paraId="2EFE596C" w14:textId="77777777">
        <w:trPr>
          <w:trHeight w:val="1655"/>
        </w:trPr>
        <w:tc>
          <w:tcPr>
            <w:tcW w:w="1474" w:type="dxa"/>
          </w:tcPr>
          <w:p w14:paraId="4ED1C7E0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0EDCA71" w14:textId="77777777" w:rsidR="00737AAF" w:rsidRDefault="000B76B7">
            <w:pPr>
              <w:pStyle w:val="TableParagraph"/>
              <w:ind w:right="3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410" w:type="dxa"/>
          </w:tcPr>
          <w:p w14:paraId="1D7C4ABD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444BE789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 w14:paraId="2962226E" w14:textId="77777777">
        <w:trPr>
          <w:trHeight w:val="1655"/>
        </w:trPr>
        <w:tc>
          <w:tcPr>
            <w:tcW w:w="1474" w:type="dxa"/>
          </w:tcPr>
          <w:p w14:paraId="6EB9583A" w14:textId="77777777" w:rsidR="00737AAF" w:rsidRDefault="00737AAF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77A9AA9" w14:textId="77777777" w:rsidR="00737AAF" w:rsidRDefault="000B76B7">
            <w:pPr>
              <w:pStyle w:val="TableParagraph"/>
              <w:ind w:right="3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410" w:type="dxa"/>
          </w:tcPr>
          <w:p w14:paraId="158C2D53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3DB37A28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7AAF" w14:paraId="35953EDF" w14:textId="77777777">
        <w:trPr>
          <w:trHeight w:val="1657"/>
        </w:trPr>
        <w:tc>
          <w:tcPr>
            <w:tcW w:w="1474" w:type="dxa"/>
          </w:tcPr>
          <w:p w14:paraId="34CF9DE5" w14:textId="77777777" w:rsidR="00737AAF" w:rsidRDefault="00737AAF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BE91C0E" w14:textId="77777777" w:rsidR="00737AAF" w:rsidRDefault="000B76B7">
            <w:pPr>
              <w:pStyle w:val="TableParagraph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410" w:type="dxa"/>
          </w:tcPr>
          <w:p w14:paraId="58E611F6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66" w:type="dxa"/>
          </w:tcPr>
          <w:p w14:paraId="0D4BF225" w14:textId="77777777" w:rsidR="00737AAF" w:rsidRDefault="00737A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999CB27" w14:textId="77777777" w:rsidR="00737AAF" w:rsidRDefault="00737AAF">
      <w:pPr>
        <w:pStyle w:val="Corpotesto"/>
        <w:spacing w:before="9"/>
        <w:rPr>
          <w:rFonts w:ascii="Arial"/>
          <w:b/>
          <w:sz w:val="19"/>
        </w:rPr>
      </w:pPr>
    </w:p>
    <w:p w14:paraId="5C135E59" w14:textId="77777777"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Indicare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numero</w:t>
      </w:r>
      <w:r>
        <w:rPr>
          <w:spacing w:val="-4"/>
          <w:sz w:val="20"/>
        </w:rPr>
        <w:t xml:space="preserve"> </w:t>
      </w:r>
      <w:r>
        <w:rPr>
          <w:sz w:val="20"/>
        </w:rPr>
        <w:t>romano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deve</w:t>
      </w:r>
      <w:r>
        <w:rPr>
          <w:spacing w:val="-5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prestampato</w:t>
      </w:r>
    </w:p>
    <w:p w14:paraId="6E176B99" w14:textId="77777777" w:rsidR="00737AAF" w:rsidRDefault="000B76B7">
      <w:pPr>
        <w:pStyle w:val="Paragrafoelenco"/>
        <w:numPr>
          <w:ilvl w:val="0"/>
          <w:numId w:val="2"/>
        </w:numPr>
        <w:tabs>
          <w:tab w:val="left" w:pos="472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motto</w:t>
      </w:r>
      <w:r>
        <w:rPr>
          <w:spacing w:val="-4"/>
          <w:sz w:val="20"/>
        </w:rPr>
        <w:t xml:space="preserve"> </w:t>
      </w:r>
      <w:r>
        <w:rPr>
          <w:sz w:val="20"/>
        </w:rPr>
        <w:t>deve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prestampato..</w:t>
      </w:r>
      <w:proofErr w:type="gramEnd"/>
    </w:p>
    <w:p w14:paraId="368A5990" w14:textId="77777777" w:rsidR="008C68CF" w:rsidRDefault="000B76B7">
      <w:pPr>
        <w:pStyle w:val="Paragrafoelenco"/>
        <w:numPr>
          <w:ilvl w:val="0"/>
          <w:numId w:val="2"/>
        </w:numPr>
        <w:tabs>
          <w:tab w:val="left" w:pos="472"/>
        </w:tabs>
        <w:ind w:right="99"/>
        <w:jc w:val="both"/>
        <w:rPr>
          <w:sz w:val="20"/>
        </w:rPr>
      </w:pPr>
      <w:r>
        <w:rPr>
          <w:sz w:val="20"/>
        </w:rPr>
        <w:t xml:space="preserve">Sulla scheda devono essere tracciate un numero di righe pari al numero massimo delle preferenze che </w:t>
      </w:r>
    </w:p>
    <w:p w14:paraId="1387C2AC" w14:textId="5637D244" w:rsidR="00737AAF" w:rsidRDefault="000B76B7" w:rsidP="008C68CF">
      <w:pPr>
        <w:pStyle w:val="Paragrafoelenco"/>
        <w:tabs>
          <w:tab w:val="left" w:pos="472"/>
        </w:tabs>
        <w:ind w:right="99" w:firstLine="0"/>
        <w:jc w:val="left"/>
        <w:rPr>
          <w:sz w:val="20"/>
        </w:rPr>
      </w:pPr>
      <w:r>
        <w:rPr>
          <w:sz w:val="20"/>
        </w:rPr>
        <w:t>l’elettore</w:t>
      </w:r>
      <w:r>
        <w:rPr>
          <w:spacing w:val="1"/>
          <w:sz w:val="20"/>
        </w:rPr>
        <w:t xml:space="preserve"> </w:t>
      </w:r>
      <w:r>
        <w:rPr>
          <w:sz w:val="20"/>
        </w:rPr>
        <w:t>può esprimere</w:t>
      </w:r>
      <w:r>
        <w:rPr>
          <w:spacing w:val="-1"/>
          <w:sz w:val="20"/>
        </w:rPr>
        <w:t xml:space="preserve"> </w:t>
      </w:r>
      <w:r>
        <w:rPr>
          <w:sz w:val="20"/>
        </w:rPr>
        <w:t>(Artt</w:t>
      </w:r>
      <w:r w:rsidRPr="0023246C">
        <w:rPr>
          <w:color w:val="FF0000"/>
          <w:sz w:val="20"/>
        </w:rPr>
        <w:t>.</w:t>
      </w:r>
      <w:r w:rsidRPr="0023246C">
        <w:rPr>
          <w:color w:val="FF0000"/>
          <w:spacing w:val="-1"/>
          <w:sz w:val="20"/>
        </w:rPr>
        <w:t xml:space="preserve"> </w:t>
      </w:r>
      <w:r w:rsidR="0023246C" w:rsidRPr="00CB7EB5">
        <w:rPr>
          <w:sz w:val="20"/>
        </w:rPr>
        <w:t>2</w:t>
      </w:r>
      <w:r w:rsidRPr="00CB7EB5">
        <w:rPr>
          <w:spacing w:val="-1"/>
          <w:sz w:val="20"/>
        </w:rPr>
        <w:t xml:space="preserve"> </w:t>
      </w:r>
      <w:r w:rsidRPr="00CB7EB5">
        <w:rPr>
          <w:sz w:val="20"/>
        </w:rPr>
        <w:t>e</w:t>
      </w:r>
      <w:r w:rsidRPr="00CB7EB5">
        <w:rPr>
          <w:spacing w:val="1"/>
          <w:sz w:val="20"/>
        </w:rPr>
        <w:t xml:space="preserve"> </w:t>
      </w:r>
      <w:r w:rsidRPr="00CB7EB5">
        <w:rPr>
          <w:sz w:val="20"/>
        </w:rPr>
        <w:t>3</w:t>
      </w:r>
      <w:r w:rsidR="00CB7EB5" w:rsidRPr="00CB7EB5">
        <w:rPr>
          <w:sz w:val="20"/>
        </w:rPr>
        <w:t>1</w:t>
      </w:r>
      <w:r w:rsidRPr="00CB7EB5">
        <w:rPr>
          <w:sz w:val="20"/>
        </w:rPr>
        <w:t>, co</w:t>
      </w:r>
      <w:r w:rsidRPr="00CB7EB5">
        <w:rPr>
          <w:spacing w:val="-1"/>
          <w:sz w:val="20"/>
        </w:rPr>
        <w:t xml:space="preserve"> </w:t>
      </w:r>
      <w:r w:rsidRPr="00CB7EB5">
        <w:rPr>
          <w:sz w:val="20"/>
        </w:rPr>
        <w:t>3,</w:t>
      </w:r>
      <w:r w:rsidRPr="00CB7EB5">
        <w:rPr>
          <w:spacing w:val="-1"/>
          <w:sz w:val="20"/>
        </w:rPr>
        <w:t xml:space="preserve"> </w:t>
      </w:r>
      <w:r>
        <w:rPr>
          <w:sz w:val="20"/>
        </w:rPr>
        <w:t>dell’O.M.).</w:t>
      </w:r>
    </w:p>
    <w:p w14:paraId="5A43FE26" w14:textId="1BF91F87" w:rsidR="00737AAF" w:rsidRDefault="000B76B7">
      <w:pPr>
        <w:pStyle w:val="Corpotesto"/>
        <w:spacing w:before="1"/>
        <w:ind w:left="111"/>
        <w:jc w:val="both"/>
      </w:pPr>
      <w:r>
        <w:t>(1)</w:t>
      </w:r>
      <w:r>
        <w:rPr>
          <w:spacing w:val="54"/>
        </w:rPr>
        <w:t xml:space="preserve"> </w:t>
      </w:r>
      <w:r>
        <w:t>L’art</w:t>
      </w:r>
      <w:r w:rsidRPr="0023246C">
        <w:rPr>
          <w:color w:val="FF0000"/>
        </w:rPr>
        <w:t>.</w:t>
      </w:r>
      <w:r w:rsidRPr="00131E6B">
        <w:rPr>
          <w:spacing w:val="-2"/>
        </w:rPr>
        <w:t xml:space="preserve"> </w:t>
      </w:r>
      <w:r w:rsidR="0023246C" w:rsidRPr="00131E6B">
        <w:t>2</w:t>
      </w:r>
      <w:r w:rsidRPr="00131E6B">
        <w:rPr>
          <w:spacing w:val="-3"/>
        </w:rPr>
        <w:t xml:space="preserve"> </w:t>
      </w:r>
      <w:r>
        <w:t>O.M.</w:t>
      </w:r>
      <w:r>
        <w:rPr>
          <w:spacing w:val="-2"/>
        </w:rPr>
        <w:t xml:space="preserve"> </w:t>
      </w:r>
      <w:r>
        <w:t>prevede:</w:t>
      </w:r>
    </w:p>
    <w:p w14:paraId="7D79E473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93"/>
        </w:tabs>
        <w:spacing w:before="1"/>
        <w:ind w:right="721" w:firstLine="55"/>
        <w:rPr>
          <w:sz w:val="20"/>
        </w:rPr>
      </w:pPr>
      <w:r>
        <w:rPr>
          <w:sz w:val="20"/>
        </w:rPr>
        <w:t>12 rappresentanti del personale docente di ruolo e non di ruolo delle scuole statali di ogni ordine e grado</w:t>
      </w:r>
      <w:r>
        <w:rPr>
          <w:spacing w:val="1"/>
          <w:sz w:val="20"/>
        </w:rPr>
        <w:t xml:space="preserve"> </w:t>
      </w:r>
      <w:r>
        <w:rPr>
          <w:sz w:val="20"/>
        </w:rPr>
        <w:t>sono così ripartiti:1 per la scuola dell’infanzia; 4 per la scuola primaria; 4 per la scuola secondaria di primo</w:t>
      </w:r>
      <w:r>
        <w:rPr>
          <w:spacing w:val="1"/>
          <w:sz w:val="20"/>
        </w:rPr>
        <w:t xml:space="preserve"> </w:t>
      </w:r>
      <w:r>
        <w:rPr>
          <w:sz w:val="20"/>
        </w:rPr>
        <w:t>grado; 3</w:t>
      </w:r>
      <w:r>
        <w:rPr>
          <w:spacing w:val="-1"/>
          <w:sz w:val="20"/>
        </w:rPr>
        <w:t xml:space="preserve"> </w:t>
      </w:r>
      <w:r>
        <w:rPr>
          <w:sz w:val="20"/>
        </w:rPr>
        <w:t>per la</w:t>
      </w:r>
      <w:r>
        <w:rPr>
          <w:spacing w:val="1"/>
          <w:sz w:val="20"/>
        </w:rPr>
        <w:t xml:space="preserve"> </w:t>
      </w:r>
      <w:r>
        <w:rPr>
          <w:sz w:val="20"/>
        </w:rPr>
        <w:t>scuola secondaria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secondo</w:t>
      </w:r>
      <w:r>
        <w:rPr>
          <w:spacing w:val="-1"/>
          <w:sz w:val="20"/>
        </w:rPr>
        <w:t xml:space="preserve"> </w:t>
      </w:r>
      <w:r>
        <w:rPr>
          <w:sz w:val="20"/>
        </w:rPr>
        <w:t>grado.</w:t>
      </w:r>
    </w:p>
    <w:p w14:paraId="483DF827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spacing w:line="229" w:lineRule="exact"/>
        <w:ind w:left="487" w:hanging="123"/>
        <w:rPr>
          <w:sz w:val="20"/>
        </w:rPr>
      </w:pPr>
      <w:proofErr w:type="gramStart"/>
      <w:r>
        <w:rPr>
          <w:sz w:val="20"/>
        </w:rPr>
        <w:t>2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rappresentanti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dirigenti</w:t>
      </w:r>
      <w:r>
        <w:rPr>
          <w:spacing w:val="-5"/>
          <w:sz w:val="20"/>
        </w:rPr>
        <w:t xml:space="preserve"> </w:t>
      </w:r>
      <w:r>
        <w:rPr>
          <w:sz w:val="20"/>
        </w:rPr>
        <w:t>scolastici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scuole</w:t>
      </w:r>
      <w:r>
        <w:rPr>
          <w:spacing w:val="-3"/>
          <w:sz w:val="20"/>
        </w:rPr>
        <w:t xml:space="preserve"> </w:t>
      </w:r>
      <w:r>
        <w:rPr>
          <w:sz w:val="20"/>
        </w:rPr>
        <w:t>statali;</w:t>
      </w:r>
    </w:p>
    <w:p w14:paraId="0C65CB0F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88"/>
        </w:tabs>
        <w:ind w:right="725" w:firstLine="55"/>
        <w:jc w:val="left"/>
        <w:rPr>
          <w:sz w:val="20"/>
        </w:rPr>
      </w:pPr>
      <w:r>
        <w:rPr>
          <w:sz w:val="20"/>
        </w:rPr>
        <w:t>1 rappresentante del personale amministrativo, tecnico e ausiliario (in seguito denominato A.T.A.) di ruolo</w:t>
      </w:r>
      <w:r>
        <w:rPr>
          <w:spacing w:val="-5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ruolo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scuole</w:t>
      </w:r>
      <w:r>
        <w:rPr>
          <w:spacing w:val="1"/>
          <w:sz w:val="20"/>
        </w:rPr>
        <w:t xml:space="preserve"> </w:t>
      </w:r>
      <w:r>
        <w:rPr>
          <w:sz w:val="20"/>
        </w:rPr>
        <w:t>statali;</w:t>
      </w:r>
    </w:p>
    <w:p w14:paraId="382BBE97" w14:textId="77777777" w:rsidR="00737AAF" w:rsidRDefault="000B76B7">
      <w:pPr>
        <w:pStyle w:val="Paragrafoelenco"/>
        <w:numPr>
          <w:ilvl w:val="0"/>
          <w:numId w:val="1"/>
        </w:numPr>
        <w:tabs>
          <w:tab w:val="left" w:pos="491"/>
        </w:tabs>
        <w:spacing w:before="1"/>
        <w:ind w:right="724" w:firstLine="55"/>
        <w:jc w:val="left"/>
        <w:rPr>
          <w:sz w:val="20"/>
        </w:rPr>
      </w:pPr>
      <w:proofErr w:type="gramStart"/>
      <w:r>
        <w:rPr>
          <w:sz w:val="20"/>
        </w:rPr>
        <w:t>3</w:t>
      </w:r>
      <w:proofErr w:type="gramEnd"/>
      <w:r>
        <w:rPr>
          <w:sz w:val="20"/>
        </w:rPr>
        <w:t xml:space="preserve"> rappresentanti complessivi del personale dirigente, docente e A.T.A., rispettivamente, uno per le scuole</w:t>
      </w:r>
      <w:r>
        <w:rPr>
          <w:spacing w:val="-53"/>
          <w:sz w:val="20"/>
        </w:rPr>
        <w:t xml:space="preserve"> </w:t>
      </w:r>
      <w:r>
        <w:rPr>
          <w:sz w:val="20"/>
        </w:rPr>
        <w:t>di lingua tedesca,</w:t>
      </w:r>
      <w:r>
        <w:rPr>
          <w:spacing w:val="-2"/>
          <w:sz w:val="20"/>
        </w:rPr>
        <w:t xml:space="preserve"> </w:t>
      </w:r>
      <w:r>
        <w:rPr>
          <w:sz w:val="20"/>
        </w:rPr>
        <w:t>uno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scuole di lingua</w:t>
      </w:r>
      <w:r>
        <w:rPr>
          <w:spacing w:val="-1"/>
          <w:sz w:val="20"/>
        </w:rPr>
        <w:t xml:space="preserve"> </w:t>
      </w:r>
      <w:r>
        <w:rPr>
          <w:sz w:val="20"/>
        </w:rPr>
        <w:t>slovena</w:t>
      </w:r>
      <w:r>
        <w:rPr>
          <w:spacing w:val="3"/>
          <w:sz w:val="20"/>
        </w:rPr>
        <w:t xml:space="preserve"> </w:t>
      </w:r>
      <w:r>
        <w:rPr>
          <w:sz w:val="20"/>
        </w:rPr>
        <w:t>ed</w:t>
      </w:r>
      <w:r>
        <w:rPr>
          <w:spacing w:val="-2"/>
          <w:sz w:val="20"/>
        </w:rPr>
        <w:t xml:space="preserve"> </w:t>
      </w:r>
      <w:r>
        <w:rPr>
          <w:sz w:val="20"/>
        </w:rPr>
        <w:t>uno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scuole</w:t>
      </w:r>
      <w:r>
        <w:rPr>
          <w:spacing w:val="-2"/>
          <w:sz w:val="20"/>
        </w:rPr>
        <w:t xml:space="preserve"> </w:t>
      </w:r>
      <w:r>
        <w:rPr>
          <w:sz w:val="20"/>
        </w:rPr>
        <w:t>della Valle</w:t>
      </w:r>
      <w:r>
        <w:rPr>
          <w:spacing w:val="1"/>
          <w:sz w:val="20"/>
        </w:rPr>
        <w:t xml:space="preserve"> </w:t>
      </w:r>
      <w:r>
        <w:rPr>
          <w:sz w:val="20"/>
        </w:rPr>
        <w:t>d’Aosta.</w:t>
      </w:r>
    </w:p>
    <w:p w14:paraId="013B6CEB" w14:textId="18B8C605" w:rsidR="00737AAF" w:rsidRDefault="000B76B7">
      <w:pPr>
        <w:pStyle w:val="Corpotesto"/>
        <w:spacing w:line="228" w:lineRule="exact"/>
        <w:ind w:left="365"/>
      </w:pP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voto,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fa</w:t>
      </w:r>
      <w:r>
        <w:rPr>
          <w:spacing w:val="-3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dall’art.</w:t>
      </w:r>
      <w:r>
        <w:rPr>
          <w:spacing w:val="-3"/>
        </w:rPr>
        <w:t xml:space="preserve"> </w:t>
      </w:r>
      <w:r w:rsidRPr="00131E6B">
        <w:t>3</w:t>
      </w:r>
      <w:r w:rsidR="00131E6B" w:rsidRPr="00131E6B">
        <w:t>2</w:t>
      </w:r>
      <w:r w:rsidRPr="00131E6B">
        <w:t>,</w:t>
      </w:r>
      <w:r w:rsidRPr="00131E6B">
        <w:rPr>
          <w:spacing w:val="-2"/>
        </w:rPr>
        <w:t xml:space="preserve"> </w:t>
      </w:r>
      <w:r w:rsidRPr="00131E6B">
        <w:t>co</w:t>
      </w:r>
      <w:r w:rsidRPr="00131E6B">
        <w:rPr>
          <w:spacing w:val="-1"/>
        </w:rPr>
        <w:t xml:space="preserve"> </w:t>
      </w:r>
      <w:r w:rsidRPr="00131E6B">
        <w:t>9,</w:t>
      </w:r>
      <w:r w:rsidRPr="00131E6B">
        <w:rPr>
          <w:spacing w:val="-3"/>
        </w:rPr>
        <w:t xml:space="preserve"> </w:t>
      </w:r>
      <w:r w:rsidRPr="00131E6B">
        <w:t>dell’O</w:t>
      </w:r>
      <w:r>
        <w:t>.M.</w:t>
      </w:r>
    </w:p>
    <w:sectPr w:rsidR="00737AAF">
      <w:pgSz w:w="11900" w:h="16840"/>
      <w:pgMar w:top="1140" w:right="460" w:bottom="280" w:left="880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48025" w14:textId="77777777" w:rsidR="00280292" w:rsidRDefault="00280292">
      <w:r>
        <w:separator/>
      </w:r>
    </w:p>
  </w:endnote>
  <w:endnote w:type="continuationSeparator" w:id="0">
    <w:p w14:paraId="68E6D105" w14:textId="77777777" w:rsidR="00280292" w:rsidRDefault="0028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EFE5" w14:textId="77777777" w:rsidR="00280292" w:rsidRDefault="00280292">
      <w:r>
        <w:separator/>
      </w:r>
    </w:p>
  </w:footnote>
  <w:footnote w:type="continuationSeparator" w:id="0">
    <w:p w14:paraId="6C2E2AA2" w14:textId="77777777" w:rsidR="00280292" w:rsidRDefault="00280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A014" w14:textId="1C39E532" w:rsidR="00737AAF" w:rsidRDefault="00C1733F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8B3744" wp14:editId="57EF8E7B">
              <wp:simplePos x="0" y="0"/>
              <wp:positionH relativeFrom="page">
                <wp:posOffset>6148705</wp:posOffset>
              </wp:positionH>
              <wp:positionV relativeFrom="page">
                <wp:posOffset>457200</wp:posOffset>
              </wp:positionV>
              <wp:extent cx="704850" cy="196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D41402" w14:textId="77777777" w:rsidR="00737AAF" w:rsidRDefault="000B76B7">
                          <w:pPr>
                            <w:spacing w:before="12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B37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4.15pt;margin-top:36pt;width:55.5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" filled="f" stroked="f">
              <v:textbox inset="0,0,0,0">
                <w:txbxContent>
                  <w:p w14:paraId="07D41402" w14:textId="77777777" w:rsidR="00737AAF" w:rsidRDefault="000B76B7">
                    <w:pPr>
                      <w:spacing w:before="12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1365C"/>
    <w:multiLevelType w:val="hybridMultilevel"/>
    <w:tmpl w:val="50AAE5EA"/>
    <w:lvl w:ilvl="0" w:tplc="EDDE24CA">
      <w:numFmt w:val="bullet"/>
      <w:lvlText w:val="-"/>
      <w:lvlJc w:val="left"/>
      <w:pPr>
        <w:ind w:left="310" w:hanging="128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A6521A54">
      <w:numFmt w:val="bullet"/>
      <w:lvlText w:val="•"/>
      <w:lvlJc w:val="left"/>
      <w:pPr>
        <w:ind w:left="1344" w:hanging="128"/>
      </w:pPr>
      <w:rPr>
        <w:rFonts w:hint="default"/>
        <w:lang w:val="it-IT" w:eastAsia="en-US" w:bidi="ar-SA"/>
      </w:rPr>
    </w:lvl>
    <w:lvl w:ilvl="2" w:tplc="56520FB4">
      <w:numFmt w:val="bullet"/>
      <w:lvlText w:val="•"/>
      <w:lvlJc w:val="left"/>
      <w:pPr>
        <w:ind w:left="2368" w:hanging="128"/>
      </w:pPr>
      <w:rPr>
        <w:rFonts w:hint="default"/>
        <w:lang w:val="it-IT" w:eastAsia="en-US" w:bidi="ar-SA"/>
      </w:rPr>
    </w:lvl>
    <w:lvl w:ilvl="3" w:tplc="BD8AED9E">
      <w:numFmt w:val="bullet"/>
      <w:lvlText w:val="•"/>
      <w:lvlJc w:val="left"/>
      <w:pPr>
        <w:ind w:left="3392" w:hanging="128"/>
      </w:pPr>
      <w:rPr>
        <w:rFonts w:hint="default"/>
        <w:lang w:val="it-IT" w:eastAsia="en-US" w:bidi="ar-SA"/>
      </w:rPr>
    </w:lvl>
    <w:lvl w:ilvl="4" w:tplc="4CF6EEA4">
      <w:numFmt w:val="bullet"/>
      <w:lvlText w:val="•"/>
      <w:lvlJc w:val="left"/>
      <w:pPr>
        <w:ind w:left="4416" w:hanging="128"/>
      </w:pPr>
      <w:rPr>
        <w:rFonts w:hint="default"/>
        <w:lang w:val="it-IT" w:eastAsia="en-US" w:bidi="ar-SA"/>
      </w:rPr>
    </w:lvl>
    <w:lvl w:ilvl="5" w:tplc="D2AEEC22">
      <w:numFmt w:val="bullet"/>
      <w:lvlText w:val="•"/>
      <w:lvlJc w:val="left"/>
      <w:pPr>
        <w:ind w:left="5440" w:hanging="128"/>
      </w:pPr>
      <w:rPr>
        <w:rFonts w:hint="default"/>
        <w:lang w:val="it-IT" w:eastAsia="en-US" w:bidi="ar-SA"/>
      </w:rPr>
    </w:lvl>
    <w:lvl w:ilvl="6" w:tplc="6396E26E">
      <w:numFmt w:val="bullet"/>
      <w:lvlText w:val="•"/>
      <w:lvlJc w:val="left"/>
      <w:pPr>
        <w:ind w:left="6464" w:hanging="128"/>
      </w:pPr>
      <w:rPr>
        <w:rFonts w:hint="default"/>
        <w:lang w:val="it-IT" w:eastAsia="en-US" w:bidi="ar-SA"/>
      </w:rPr>
    </w:lvl>
    <w:lvl w:ilvl="7" w:tplc="1B68DCA4">
      <w:numFmt w:val="bullet"/>
      <w:lvlText w:val="•"/>
      <w:lvlJc w:val="left"/>
      <w:pPr>
        <w:ind w:left="7488" w:hanging="128"/>
      </w:pPr>
      <w:rPr>
        <w:rFonts w:hint="default"/>
        <w:lang w:val="it-IT" w:eastAsia="en-US" w:bidi="ar-SA"/>
      </w:rPr>
    </w:lvl>
    <w:lvl w:ilvl="8" w:tplc="064A826A">
      <w:numFmt w:val="bullet"/>
      <w:lvlText w:val="•"/>
      <w:lvlJc w:val="left"/>
      <w:pPr>
        <w:ind w:left="8512" w:hanging="128"/>
      </w:pPr>
      <w:rPr>
        <w:rFonts w:hint="default"/>
        <w:lang w:val="it-IT" w:eastAsia="en-US" w:bidi="ar-SA"/>
      </w:rPr>
    </w:lvl>
  </w:abstractNum>
  <w:abstractNum w:abstractNumId="1" w15:restartNumberingAfterBreak="0">
    <w:nsid w:val="594F017F"/>
    <w:multiLevelType w:val="hybridMultilevel"/>
    <w:tmpl w:val="213A0AEE"/>
    <w:lvl w:ilvl="0" w:tplc="C9F41988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E85C91D0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58D07C9E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34ECCA2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D54675A6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2A035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B0A09B4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6E3C4BD4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72C6B2E0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F55193A"/>
    <w:multiLevelType w:val="hybridMultilevel"/>
    <w:tmpl w:val="DD3016D4"/>
    <w:lvl w:ilvl="0" w:tplc="1DDCE382">
      <w:start w:val="1"/>
      <w:numFmt w:val="decimal"/>
      <w:lvlText w:val="(%1)"/>
      <w:lvlJc w:val="left"/>
      <w:pPr>
        <w:ind w:left="47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7582A05A">
      <w:numFmt w:val="bullet"/>
      <w:lvlText w:val="•"/>
      <w:lvlJc w:val="left"/>
      <w:pPr>
        <w:ind w:left="1488" w:hanging="360"/>
      </w:pPr>
      <w:rPr>
        <w:rFonts w:hint="default"/>
        <w:lang w:val="it-IT" w:eastAsia="en-US" w:bidi="ar-SA"/>
      </w:rPr>
    </w:lvl>
    <w:lvl w:ilvl="2" w:tplc="48321818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A27610F8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4" w:tplc="5C0E0DFE"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 w:tplc="09EAC99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E2482FE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C736097A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FB2A457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num w:numId="1" w16cid:durableId="1225333559">
    <w:abstractNumId w:val="0"/>
  </w:num>
  <w:num w:numId="2" w16cid:durableId="659970923">
    <w:abstractNumId w:val="1"/>
  </w:num>
  <w:num w:numId="3" w16cid:durableId="1467118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AF"/>
    <w:rsid w:val="000B76B7"/>
    <w:rsid w:val="00131E6B"/>
    <w:rsid w:val="0023246C"/>
    <w:rsid w:val="00280292"/>
    <w:rsid w:val="00737AAF"/>
    <w:rsid w:val="008C68CF"/>
    <w:rsid w:val="009B24FF"/>
    <w:rsid w:val="00C1733F"/>
    <w:rsid w:val="00CB7EB5"/>
    <w:rsid w:val="00E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FE023"/>
  <w15:docId w15:val="{B00F1C56-02F0-47A1-992B-BC8E3C3A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667"/>
      <w:jc w:val="right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3742" w:right="358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1" w:hanging="361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6 scheda elettorale  24.02</dc:title>
  <dc:creator>MI12177</dc:creator>
  <cp:keywords>()</cp:keywords>
  <cp:lastModifiedBy>Anna Morrone</cp:lastModifiedBy>
  <cp:revision>4</cp:revision>
  <dcterms:created xsi:type="dcterms:W3CDTF">2022-11-25T09:42:00Z</dcterms:created>
  <dcterms:modified xsi:type="dcterms:W3CDTF">2023-10-20T10:37:00Z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2015-02-24T00:00:00Z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2022-11-22T00:00:00Z</vt:filetime>
  </property>
</Properties>
</file>